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4048494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23572C">
        <w:rPr>
          <w:lang w:val="en-GB"/>
        </w:rPr>
        <w:t xml:space="preserve"> </w:t>
      </w:r>
      <w:r w:rsidR="00651F5B">
        <w:rPr>
          <w:lang w:val="en-GB"/>
        </w:rPr>
        <w:t>46-</w:t>
      </w:r>
      <w:r w:rsidR="00BB2CC1">
        <w:rPr>
          <w:lang w:val="en-GB"/>
        </w:rPr>
        <w:t>G</w:t>
      </w:r>
      <w:r w:rsidR="00651F5B">
        <w:rPr>
          <w:lang w:val="en-GB"/>
        </w:rPr>
        <w:t>0</w:t>
      </w:r>
      <w:r w:rsidR="00AE437F">
        <w:rPr>
          <w:lang w:val="en-GB"/>
        </w:rPr>
        <w:t>14</w:t>
      </w:r>
      <w:r w:rsidR="00651F5B">
        <w:rPr>
          <w:lang w:val="en-GB"/>
        </w:rPr>
        <w:t>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</w:t>
      </w:r>
      <w:proofErr w:type="gramStart"/>
      <w:r w:rsidRPr="004E36AD">
        <w:rPr>
          <w:rFonts w:ascii="Calibri" w:hAnsi="Calibri" w:cs="Calibri"/>
        </w:rPr>
        <w:t>forth in</w:t>
      </w:r>
      <w:proofErr w:type="gramEnd"/>
      <w:r w:rsidRPr="004E36AD">
        <w:rPr>
          <w:rFonts w:ascii="Calibri" w:hAnsi="Calibri" w:cs="Calibri"/>
        </w:rPr>
        <w:t xml:space="preserve">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CF73FA" w:rsidRPr="00A33618" w14:paraId="07FCC147" w14:textId="77777777" w:rsidTr="00F9710B">
        <w:tc>
          <w:tcPr>
            <w:tcW w:w="4673" w:type="dxa"/>
          </w:tcPr>
          <w:p w14:paraId="1F083020" w14:textId="4EE5B02C" w:rsidR="00CF73FA" w:rsidRPr="00A33618" w:rsidRDefault="00CF73FA" w:rsidP="00CF73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2CE463D0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9698DCF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C834CB" w:rsidRPr="00A33618" w14:paraId="28B1BC3C" w14:textId="77777777" w:rsidTr="00234F03">
        <w:tc>
          <w:tcPr>
            <w:tcW w:w="4673" w:type="dxa"/>
          </w:tcPr>
          <w:p w14:paraId="462D669A" w14:textId="32055E50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00C42509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0C066" w14:textId="292141B6" w:rsidR="00C834CB" w:rsidRPr="00532E97" w:rsidRDefault="00406060" w:rsidP="00C834CB">
            <w:pPr>
              <w:rPr>
                <w:rFonts w:ascii="Calibri" w:hAnsi="Calibri"/>
                <w:szCs w:val="20"/>
              </w:rPr>
            </w:pPr>
            <w:r>
              <w:t>22</w:t>
            </w:r>
            <w:r w:rsidR="00C834CB" w:rsidRPr="00D44737">
              <w:t>-0</w:t>
            </w:r>
            <w:r>
              <w:t>8</w:t>
            </w:r>
            <w:r w:rsidR="00C834CB" w:rsidRPr="00D44737">
              <w:t>-25</w:t>
            </w:r>
          </w:p>
        </w:tc>
      </w:tr>
      <w:tr w:rsidR="00C834CB" w:rsidRPr="00A33618" w14:paraId="4D9567D4" w14:textId="77777777" w:rsidTr="00234F03">
        <w:tc>
          <w:tcPr>
            <w:tcW w:w="4673" w:type="dxa"/>
          </w:tcPr>
          <w:p w14:paraId="34AF4BE9" w14:textId="5AA932A5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2377565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9B299" w14:textId="18A3144A" w:rsidR="00C834CB" w:rsidRPr="00030E1F" w:rsidRDefault="00406060" w:rsidP="00C834CB">
            <w:pPr>
              <w:rPr>
                <w:rFonts w:ascii="Calibri" w:hAnsi="Calibri"/>
                <w:szCs w:val="20"/>
              </w:rPr>
            </w:pPr>
            <w:r>
              <w:t>03</w:t>
            </w:r>
            <w:r w:rsidR="00C834CB" w:rsidRPr="00D44737">
              <w:t>-0</w:t>
            </w:r>
            <w:r>
              <w:t>9</w:t>
            </w:r>
            <w:r w:rsidR="00C834CB" w:rsidRPr="00D44737">
              <w:t>-25</w:t>
            </w:r>
          </w:p>
        </w:tc>
      </w:tr>
      <w:tr w:rsidR="00C834CB" w:rsidRPr="00A33618" w14:paraId="2E8E3BDC" w14:textId="77777777" w:rsidTr="00234F03">
        <w:tc>
          <w:tcPr>
            <w:tcW w:w="4673" w:type="dxa"/>
          </w:tcPr>
          <w:p w14:paraId="2D4664AB" w14:textId="06A4C28D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16DE7F6A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F8C82" w14:textId="2D4F5325" w:rsidR="00C834CB" w:rsidRPr="0025557D" w:rsidRDefault="00406060" w:rsidP="00C834CB">
            <w:pPr>
              <w:rPr>
                <w:rFonts w:ascii="Calibri" w:hAnsi="Calibri"/>
                <w:szCs w:val="20"/>
              </w:rPr>
            </w:pPr>
            <w:r>
              <w:t>08</w:t>
            </w:r>
            <w:r w:rsidR="00C834CB" w:rsidRPr="00D44737">
              <w:t>-0</w:t>
            </w:r>
            <w:r>
              <w:t>9</w:t>
            </w:r>
            <w:r w:rsidR="00C834CB" w:rsidRPr="00D44737">
              <w:t>-25</w:t>
            </w:r>
          </w:p>
        </w:tc>
      </w:tr>
      <w:tr w:rsidR="00C834CB" w:rsidRPr="00A33618" w14:paraId="3D3C37BA" w14:textId="77777777" w:rsidTr="00234F03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55D7BA2E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5279B43C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D48BC" w14:textId="06160CCA" w:rsidR="00C834CB" w:rsidRPr="00030E1F" w:rsidRDefault="00406060" w:rsidP="00C834CB">
            <w:pPr>
              <w:rPr>
                <w:rFonts w:ascii="Calibri" w:hAnsi="Calibri"/>
                <w:szCs w:val="20"/>
              </w:rPr>
            </w:pPr>
            <w:r>
              <w:t>15</w:t>
            </w:r>
            <w:r w:rsidR="00C834CB" w:rsidRPr="00D44737">
              <w:t>-0</w:t>
            </w:r>
            <w:r>
              <w:t>9</w:t>
            </w:r>
            <w:r w:rsidR="00C834CB" w:rsidRPr="00D44737">
              <w:t>-25</w:t>
            </w:r>
          </w:p>
        </w:tc>
      </w:tr>
      <w:tr w:rsidR="00C834CB" w:rsidRPr="00A33618" w14:paraId="1D91F0FB" w14:textId="77777777" w:rsidTr="00234F03">
        <w:tc>
          <w:tcPr>
            <w:tcW w:w="4673" w:type="dxa"/>
          </w:tcPr>
          <w:p w14:paraId="26733970" w14:textId="216B9619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7B3DAD12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CE09F" w14:textId="558738FB" w:rsidR="00C834CB" w:rsidRPr="00532E97" w:rsidRDefault="00406060" w:rsidP="00C834CB">
            <w:pPr>
              <w:rPr>
                <w:rFonts w:ascii="Calibri" w:hAnsi="Calibri"/>
                <w:szCs w:val="20"/>
              </w:rPr>
            </w:pPr>
            <w:r>
              <w:t>29</w:t>
            </w:r>
            <w:r w:rsidR="00C834CB" w:rsidRPr="00D44737">
              <w:t>-09-25</w:t>
            </w:r>
          </w:p>
        </w:tc>
      </w:tr>
      <w:tr w:rsidR="00C834CB" w:rsidRPr="00A33618" w14:paraId="5319267B" w14:textId="77777777" w:rsidTr="00234F03">
        <w:tc>
          <w:tcPr>
            <w:tcW w:w="4673" w:type="dxa"/>
          </w:tcPr>
          <w:p w14:paraId="7C5FEA8D" w14:textId="0235AAEF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601FE7B5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9178D" w14:textId="28AF1BDF" w:rsidR="00C834CB" w:rsidRPr="00532E97" w:rsidRDefault="00406060" w:rsidP="00C834CB">
            <w:pPr>
              <w:rPr>
                <w:rFonts w:ascii="Calibri" w:hAnsi="Calibri"/>
                <w:szCs w:val="20"/>
              </w:rPr>
            </w:pPr>
            <w:r>
              <w:t>03</w:t>
            </w:r>
            <w:r w:rsidR="00C834CB" w:rsidRPr="00D44737">
              <w:t>-</w:t>
            </w:r>
            <w:r>
              <w:t>10</w:t>
            </w:r>
            <w:r w:rsidR="00C834CB" w:rsidRPr="00D44737">
              <w:t>-25</w:t>
            </w:r>
          </w:p>
        </w:tc>
      </w:tr>
      <w:tr w:rsidR="00C834CB" w:rsidRPr="00A33618" w14:paraId="603C6C3A" w14:textId="77777777" w:rsidTr="00234F03">
        <w:tc>
          <w:tcPr>
            <w:tcW w:w="4673" w:type="dxa"/>
          </w:tcPr>
          <w:p w14:paraId="468A46DD" w14:textId="79A4B022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6FC12ED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DCA74" w14:textId="135AB0A2" w:rsidR="00C834CB" w:rsidRPr="00532E97" w:rsidRDefault="00C834CB" w:rsidP="00C834CB">
            <w:pPr>
              <w:rPr>
                <w:rFonts w:ascii="Calibri" w:hAnsi="Calibri"/>
                <w:szCs w:val="20"/>
              </w:rPr>
            </w:pPr>
            <w:r w:rsidRPr="00D44737">
              <w:t>1</w:t>
            </w:r>
            <w:r w:rsidR="00406060">
              <w:t>6</w:t>
            </w:r>
            <w:r w:rsidRPr="00D44737">
              <w:t>-</w:t>
            </w:r>
            <w:r w:rsidR="00406060">
              <w:t>10</w:t>
            </w:r>
            <w:r w:rsidRPr="00D44737">
              <w:t>-25</w:t>
            </w:r>
          </w:p>
        </w:tc>
      </w:tr>
      <w:tr w:rsidR="00C834CB" w:rsidRPr="00A33618" w14:paraId="405F2EC0" w14:textId="77777777" w:rsidTr="00234F03">
        <w:tc>
          <w:tcPr>
            <w:tcW w:w="4673" w:type="dxa"/>
          </w:tcPr>
          <w:p w14:paraId="64B1558C" w14:textId="260B748F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6CD395AA" w:rsidR="00C834CB" w:rsidRPr="00251A4B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3A509" w14:textId="47CAB4BF" w:rsidR="00C834CB" w:rsidRPr="00532E97" w:rsidRDefault="00C834CB" w:rsidP="00C834CB">
            <w:pPr>
              <w:rPr>
                <w:rFonts w:ascii="Calibri" w:hAnsi="Calibri"/>
                <w:szCs w:val="20"/>
              </w:rPr>
            </w:pPr>
            <w:r w:rsidRPr="00D44737">
              <w:t>2</w:t>
            </w:r>
            <w:r w:rsidR="00406060">
              <w:t>0</w:t>
            </w:r>
            <w:r w:rsidRPr="00D44737">
              <w:t>-</w:t>
            </w:r>
            <w:r w:rsidR="00406060">
              <w:t>10</w:t>
            </w:r>
            <w:r w:rsidRPr="00D44737">
              <w:t>-25</w:t>
            </w:r>
          </w:p>
        </w:tc>
      </w:tr>
      <w:tr w:rsidR="00C834CB" w:rsidRPr="00A33618" w14:paraId="169855ED" w14:textId="77777777" w:rsidTr="00234F03">
        <w:tc>
          <w:tcPr>
            <w:tcW w:w="4673" w:type="dxa"/>
          </w:tcPr>
          <w:p w14:paraId="4995C7A1" w14:textId="60ADDFE1" w:rsidR="00C834CB" w:rsidRPr="00B0293A" w:rsidRDefault="00C834CB" w:rsidP="00C834C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0FBA1567" w:rsidR="00C834CB" w:rsidRPr="00A33618" w:rsidRDefault="00C834CB" w:rsidP="00C834C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3B234" w14:textId="36B17B9C" w:rsidR="00C834CB" w:rsidRPr="00532E97" w:rsidRDefault="00406060" w:rsidP="00C834CB">
            <w:pPr>
              <w:rPr>
                <w:rFonts w:ascii="Calibri" w:hAnsi="Calibri"/>
                <w:szCs w:val="20"/>
              </w:rPr>
            </w:pPr>
            <w:r>
              <w:t>20</w:t>
            </w:r>
            <w:r w:rsidR="00C834CB" w:rsidRPr="00D44737">
              <w:t>-</w:t>
            </w:r>
            <w:r>
              <w:t>10</w:t>
            </w:r>
            <w:r w:rsidR="00C834CB" w:rsidRPr="00D44737">
              <w:t>-25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5850D" w14:textId="77777777" w:rsidR="006044FB" w:rsidRDefault="006044FB">
      <w:r>
        <w:separator/>
      </w:r>
    </w:p>
  </w:endnote>
  <w:endnote w:type="continuationSeparator" w:id="0">
    <w:p w14:paraId="68458A75" w14:textId="77777777" w:rsidR="006044FB" w:rsidRDefault="006044FB">
      <w:r>
        <w:continuationSeparator/>
      </w:r>
    </w:p>
  </w:endnote>
  <w:endnote w:type="continuationNotice" w:id="1">
    <w:p w14:paraId="247B4683" w14:textId="77777777" w:rsidR="006044FB" w:rsidRDefault="00604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834CB" w:rsidRPr="00C834C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834CB" w:rsidRPr="00C834CB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BEF18D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437F">
      <w:rPr>
        <w:noProof/>
      </w:rPr>
      <w:t>2025-08-22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44B83" w14:textId="77777777" w:rsidR="006044FB" w:rsidRDefault="006044FB">
      <w:r>
        <w:separator/>
      </w:r>
    </w:p>
  </w:footnote>
  <w:footnote w:type="continuationSeparator" w:id="0">
    <w:p w14:paraId="62BD2D3A" w14:textId="77777777" w:rsidR="006044FB" w:rsidRDefault="006044FB">
      <w:r>
        <w:continuationSeparator/>
      </w:r>
    </w:p>
  </w:footnote>
  <w:footnote w:type="continuationNotice" w:id="1">
    <w:p w14:paraId="6AC9D616" w14:textId="77777777" w:rsidR="006044FB" w:rsidRDefault="00604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</w:t>
    </w:r>
    <w:proofErr w:type="gramStart"/>
    <w:r w:rsidR="00133D55" w:rsidRPr="004D63BE">
      <w:rPr>
        <w:rFonts w:cs="Calibri"/>
        <w:sz w:val="20"/>
        <w:u w:val="single"/>
      </w:rPr>
      <w:t xml:space="preserve">Main)   </w:t>
    </w:r>
    <w:proofErr w:type="gramEnd"/>
    <w:r w:rsidR="00133D55" w:rsidRPr="004D63BE">
      <w:rPr>
        <w:rFonts w:cs="Calibri"/>
        <w:sz w:val="20"/>
        <w:u w:val="single"/>
      </w:rPr>
      <w:t xml:space="preserve">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800246">
    <w:abstractNumId w:val="1"/>
  </w:num>
  <w:num w:numId="2" w16cid:durableId="1030112290">
    <w:abstractNumId w:val="10"/>
  </w:num>
  <w:num w:numId="3" w16cid:durableId="889651441">
    <w:abstractNumId w:val="11"/>
  </w:num>
  <w:num w:numId="4" w16cid:durableId="565914943">
    <w:abstractNumId w:val="4"/>
  </w:num>
  <w:num w:numId="5" w16cid:durableId="1878085151">
    <w:abstractNumId w:val="3"/>
  </w:num>
  <w:num w:numId="6" w16cid:durableId="591088097">
    <w:abstractNumId w:val="7"/>
  </w:num>
  <w:num w:numId="7" w16cid:durableId="182404202">
    <w:abstractNumId w:val="5"/>
  </w:num>
  <w:num w:numId="8" w16cid:durableId="847643293">
    <w:abstractNumId w:val="9"/>
  </w:num>
  <w:num w:numId="9" w16cid:durableId="1722561315">
    <w:abstractNumId w:val="0"/>
  </w:num>
  <w:num w:numId="10" w16cid:durableId="2089039741">
    <w:abstractNumId w:val="8"/>
  </w:num>
  <w:num w:numId="11" w16cid:durableId="2002004550">
    <w:abstractNumId w:val="2"/>
  </w:num>
  <w:num w:numId="12" w16cid:durableId="19640720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936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C7D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73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2DF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08EB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1822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3341"/>
    <w:rsid w:val="001A787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11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2C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3D5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6F9A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844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060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99A"/>
    <w:rsid w:val="00441DA5"/>
    <w:rsid w:val="0044234B"/>
    <w:rsid w:val="004426D9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27"/>
    <w:rsid w:val="004C01C3"/>
    <w:rsid w:val="004C0821"/>
    <w:rsid w:val="004C24D6"/>
    <w:rsid w:val="004C3860"/>
    <w:rsid w:val="004C6435"/>
    <w:rsid w:val="004C7826"/>
    <w:rsid w:val="004D23FC"/>
    <w:rsid w:val="004D2C41"/>
    <w:rsid w:val="004D3897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5AF4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BB0"/>
    <w:rsid w:val="005D0CA9"/>
    <w:rsid w:val="005D1142"/>
    <w:rsid w:val="005D37DE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4FB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1F5B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9EB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5FC3"/>
    <w:rsid w:val="007B005F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4F1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748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2DF0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37F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623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CC1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4C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FA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47B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39"/>
    <w:rsid w:val="00FB7FF6"/>
    <w:rsid w:val="00FC07E2"/>
    <w:rsid w:val="00FC17C9"/>
    <w:rsid w:val="00FC2089"/>
    <w:rsid w:val="00FC2346"/>
    <w:rsid w:val="00FC23DA"/>
    <w:rsid w:val="00FC2D37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5CB2EA-1DEF-4470-BB6B-4B045FB6F1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2024-11-27T22:14:00Z</dcterms:created>
  <dcterms:modified xsi:type="dcterms:W3CDTF">2025-08-22T00:14:00Z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